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1C" w:rsidRPr="00305E3E" w:rsidRDefault="00C43A1C" w:rsidP="005B357F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05E3E">
        <w:rPr>
          <w:rFonts w:ascii="Times New Roman" w:hAnsi="Times New Roman" w:cs="Times New Roman"/>
          <w:sz w:val="24"/>
          <w:szCs w:val="24"/>
        </w:rPr>
        <w:t>МЭРИЯ ГОРОДСКОГО ОКРУГА ТОЛЬЯТТИ</w:t>
      </w:r>
    </w:p>
    <w:p w:rsidR="00C43A1C" w:rsidRPr="00305E3E" w:rsidRDefault="00C43A1C" w:rsidP="005B35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05E3E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C43A1C" w:rsidRPr="00305E3E" w:rsidRDefault="00C43A1C" w:rsidP="005B35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3A1C" w:rsidRDefault="00C43A1C" w:rsidP="005B35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05E3E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43A1C" w:rsidRDefault="00C43A1C" w:rsidP="005B357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30.06.2010 г. № 1788-п/1</w:t>
      </w: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  <w:r w:rsidRPr="00BE68CB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</w:t>
      </w:r>
    </w:p>
    <w:p w:rsidR="00C43A1C" w:rsidRDefault="00C43A1C" w:rsidP="00B94A5C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постановление мэрии городского округа Тольятти</w:t>
      </w:r>
    </w:p>
    <w:p w:rsidR="00C43A1C" w:rsidRDefault="00C43A1C" w:rsidP="00B94A5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17.02.2010 г. № 374-п/1 «Об утверждении</w:t>
      </w:r>
    </w:p>
    <w:p w:rsidR="00C43A1C" w:rsidRDefault="00C43A1C" w:rsidP="00B94A5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задания МУ «Тольятти-Транс-Навигация»</w:t>
      </w:r>
    </w:p>
    <w:p w:rsidR="00C43A1C" w:rsidRPr="00BE68CB" w:rsidRDefault="00C43A1C" w:rsidP="00B94A5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2010 год и на плановый период 2011 и 2012 годов»</w:t>
      </w: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jc w:val="center"/>
        <w:rPr>
          <w:sz w:val="28"/>
          <w:szCs w:val="28"/>
        </w:rPr>
      </w:pPr>
    </w:p>
    <w:p w:rsidR="00C43A1C" w:rsidRPr="00D85F29" w:rsidRDefault="00C43A1C" w:rsidP="00B94A5C">
      <w:pPr>
        <w:jc w:val="center"/>
        <w:rPr>
          <w:sz w:val="28"/>
          <w:szCs w:val="28"/>
        </w:rPr>
      </w:pPr>
    </w:p>
    <w:p w:rsidR="00C43A1C" w:rsidRDefault="00C43A1C" w:rsidP="00B94A5C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РФ, постановлением мэра городского округа Тольятти от 17.01.2008 г. № 112-1/п «Об утверждении Порядка формирования и финансового обеспечения муниципальных заданий на оказание муниципальных услуг», Уставом городского округа Тольятти, мэрия городского округа Тольятти ПОСТАНОВЛЯЕТ:</w:t>
      </w:r>
    </w:p>
    <w:p w:rsidR="00C43A1C" w:rsidRPr="00B94A5C" w:rsidRDefault="00C43A1C" w:rsidP="00B94A5C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4772B6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4772B6">
        <w:rPr>
          <w:sz w:val="28"/>
          <w:szCs w:val="28"/>
        </w:rPr>
        <w:t xml:space="preserve"> м</w:t>
      </w:r>
      <w:r>
        <w:rPr>
          <w:sz w:val="28"/>
          <w:szCs w:val="28"/>
        </w:rPr>
        <w:t>эрии городского округа Тольятти</w:t>
      </w:r>
      <w:r>
        <w:rPr>
          <w:sz w:val="28"/>
          <w:szCs w:val="28"/>
        </w:rPr>
        <w:br/>
      </w:r>
      <w:r w:rsidRPr="004772B6">
        <w:rPr>
          <w:sz w:val="28"/>
          <w:szCs w:val="28"/>
        </w:rPr>
        <w:t>от 1</w:t>
      </w:r>
      <w:r>
        <w:rPr>
          <w:sz w:val="28"/>
          <w:szCs w:val="28"/>
        </w:rPr>
        <w:t>7</w:t>
      </w:r>
      <w:r w:rsidRPr="004772B6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4772B6">
        <w:rPr>
          <w:sz w:val="28"/>
          <w:szCs w:val="28"/>
        </w:rPr>
        <w:t>.20</w:t>
      </w:r>
      <w:r>
        <w:rPr>
          <w:sz w:val="28"/>
          <w:szCs w:val="28"/>
        </w:rPr>
        <w:t>10</w:t>
      </w:r>
      <w:r w:rsidRPr="004772B6">
        <w:rPr>
          <w:sz w:val="28"/>
          <w:szCs w:val="28"/>
        </w:rPr>
        <w:t xml:space="preserve"> г. № </w:t>
      </w:r>
      <w:r>
        <w:rPr>
          <w:sz w:val="28"/>
          <w:szCs w:val="28"/>
        </w:rPr>
        <w:t>374</w:t>
      </w:r>
      <w:r w:rsidRPr="004772B6">
        <w:rPr>
          <w:sz w:val="28"/>
          <w:szCs w:val="28"/>
        </w:rPr>
        <w:t>-</w:t>
      </w:r>
      <w:r>
        <w:rPr>
          <w:sz w:val="28"/>
          <w:szCs w:val="28"/>
        </w:rPr>
        <w:t>п/1 «</w:t>
      </w:r>
      <w:r w:rsidRPr="004772B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4772B6">
        <w:rPr>
          <w:sz w:val="28"/>
          <w:szCs w:val="28"/>
        </w:rPr>
        <w:t>муниципального задания МУ «Тольятти-Транс-Навигация»</w:t>
      </w:r>
      <w:r>
        <w:rPr>
          <w:sz w:val="28"/>
          <w:szCs w:val="28"/>
        </w:rPr>
        <w:t xml:space="preserve"> на 2010 год и на плановый период 2011 и 2012 годов» следующие изменения: п</w:t>
      </w:r>
      <w:r w:rsidRPr="00B94A5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№ </w:t>
      </w:r>
      <w:r w:rsidRPr="00B94A5C">
        <w:rPr>
          <w:sz w:val="28"/>
          <w:szCs w:val="28"/>
        </w:rPr>
        <w:t xml:space="preserve">1 изложить в </w:t>
      </w:r>
      <w:r>
        <w:rPr>
          <w:sz w:val="28"/>
          <w:szCs w:val="28"/>
        </w:rPr>
        <w:t xml:space="preserve">новой редакции в </w:t>
      </w:r>
      <w:r w:rsidRPr="00B94A5C">
        <w:rPr>
          <w:sz w:val="28"/>
          <w:szCs w:val="28"/>
        </w:rPr>
        <w:t>соответствии с приложением к настоящему постановлению.</w:t>
      </w:r>
    </w:p>
    <w:p w:rsidR="00C43A1C" w:rsidRPr="004772B6" w:rsidRDefault="00C43A1C" w:rsidP="00B94A5C">
      <w:pPr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по оргработе и связям с общественностью мэрии опубликовать настоящее постановление в средствах массовой информации городского округа Тольятти.</w:t>
      </w:r>
    </w:p>
    <w:p w:rsidR="00C43A1C" w:rsidRDefault="00C43A1C" w:rsidP="004772B6">
      <w:pPr>
        <w:autoSpaceDE w:val="0"/>
        <w:autoSpaceDN w:val="0"/>
        <w:adjustRightInd w:val="0"/>
        <w:spacing w:line="360" w:lineRule="auto"/>
        <w:ind w:left="1260"/>
        <w:jc w:val="both"/>
        <w:rPr>
          <w:sz w:val="28"/>
          <w:szCs w:val="28"/>
        </w:rPr>
      </w:pPr>
    </w:p>
    <w:p w:rsidR="00C43A1C" w:rsidRPr="0036182A" w:rsidRDefault="00C43A1C" w:rsidP="00791BF3">
      <w:pPr>
        <w:ind w:firstLine="540"/>
        <w:jc w:val="both"/>
        <w:rPr>
          <w:sz w:val="28"/>
          <w:szCs w:val="28"/>
        </w:rPr>
      </w:pPr>
    </w:p>
    <w:p w:rsidR="00C43A1C" w:rsidRDefault="00C43A1C" w:rsidP="00B94A5C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мэра                                                          В.М.Кирпичников</w:t>
      </w:r>
    </w:p>
    <w:p w:rsidR="00C43A1C" w:rsidRDefault="00C43A1C" w:rsidP="00B94A5C">
      <w:pPr>
        <w:rPr>
          <w:sz w:val="16"/>
          <w:szCs w:val="16"/>
        </w:rPr>
      </w:pPr>
    </w:p>
    <w:sectPr w:rsidR="00C43A1C" w:rsidSect="00B94A5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A1C" w:rsidRDefault="00C43A1C" w:rsidP="004137D9">
      <w:r>
        <w:separator/>
      </w:r>
    </w:p>
  </w:endnote>
  <w:endnote w:type="continuationSeparator" w:id="1">
    <w:p w:rsidR="00C43A1C" w:rsidRDefault="00C43A1C" w:rsidP="00413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A1C" w:rsidRDefault="00C43A1C" w:rsidP="004137D9">
      <w:r>
        <w:separator/>
      </w:r>
    </w:p>
  </w:footnote>
  <w:footnote w:type="continuationSeparator" w:id="1">
    <w:p w:rsidR="00C43A1C" w:rsidRDefault="00C43A1C" w:rsidP="00413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A1C" w:rsidRDefault="00C43A1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C43A1C" w:rsidRDefault="00C43A1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5585"/>
    <w:multiLevelType w:val="hybridMultilevel"/>
    <w:tmpl w:val="13723C5C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241F6436"/>
    <w:multiLevelType w:val="multilevel"/>
    <w:tmpl w:val="07080A2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3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08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9E8"/>
    <w:rsid w:val="000242B6"/>
    <w:rsid w:val="0004668F"/>
    <w:rsid w:val="000960D1"/>
    <w:rsid w:val="000A06E6"/>
    <w:rsid w:val="000A35C5"/>
    <w:rsid w:val="000A699C"/>
    <w:rsid w:val="000D2274"/>
    <w:rsid w:val="000E009C"/>
    <w:rsid w:val="000F53DF"/>
    <w:rsid w:val="0010198E"/>
    <w:rsid w:val="00107F0E"/>
    <w:rsid w:val="00111D95"/>
    <w:rsid w:val="0013196A"/>
    <w:rsid w:val="001418DB"/>
    <w:rsid w:val="00146D5F"/>
    <w:rsid w:val="00151A42"/>
    <w:rsid w:val="00157FEC"/>
    <w:rsid w:val="00180F8D"/>
    <w:rsid w:val="00183638"/>
    <w:rsid w:val="001C3DA0"/>
    <w:rsid w:val="001E0740"/>
    <w:rsid w:val="001F3531"/>
    <w:rsid w:val="002142CA"/>
    <w:rsid w:val="00215043"/>
    <w:rsid w:val="00224E8E"/>
    <w:rsid w:val="00232CFD"/>
    <w:rsid w:val="0025256E"/>
    <w:rsid w:val="002607A4"/>
    <w:rsid w:val="00265615"/>
    <w:rsid w:val="00275090"/>
    <w:rsid w:val="00280748"/>
    <w:rsid w:val="00285D69"/>
    <w:rsid w:val="002A7AD6"/>
    <w:rsid w:val="002A7E41"/>
    <w:rsid w:val="002B00C9"/>
    <w:rsid w:val="002C290A"/>
    <w:rsid w:val="002C50A5"/>
    <w:rsid w:val="002D2AA7"/>
    <w:rsid w:val="002E72BB"/>
    <w:rsid w:val="002F09BA"/>
    <w:rsid w:val="00300BF5"/>
    <w:rsid w:val="00305E3E"/>
    <w:rsid w:val="0031120E"/>
    <w:rsid w:val="00316384"/>
    <w:rsid w:val="003316CC"/>
    <w:rsid w:val="0036182A"/>
    <w:rsid w:val="00363015"/>
    <w:rsid w:val="0036750A"/>
    <w:rsid w:val="00373196"/>
    <w:rsid w:val="00376986"/>
    <w:rsid w:val="003925E9"/>
    <w:rsid w:val="00396099"/>
    <w:rsid w:val="003C4F77"/>
    <w:rsid w:val="0041030D"/>
    <w:rsid w:val="00410A22"/>
    <w:rsid w:val="004111FD"/>
    <w:rsid w:val="004137D9"/>
    <w:rsid w:val="00413DF6"/>
    <w:rsid w:val="00414862"/>
    <w:rsid w:val="004359D4"/>
    <w:rsid w:val="00442E51"/>
    <w:rsid w:val="00447248"/>
    <w:rsid w:val="00452454"/>
    <w:rsid w:val="00466A65"/>
    <w:rsid w:val="004772B6"/>
    <w:rsid w:val="0049038F"/>
    <w:rsid w:val="004A2B02"/>
    <w:rsid w:val="004A3264"/>
    <w:rsid w:val="004A49C6"/>
    <w:rsid w:val="004C6296"/>
    <w:rsid w:val="004D3167"/>
    <w:rsid w:val="004D759B"/>
    <w:rsid w:val="004E1687"/>
    <w:rsid w:val="004F00AA"/>
    <w:rsid w:val="004F08D4"/>
    <w:rsid w:val="004F5699"/>
    <w:rsid w:val="005004B6"/>
    <w:rsid w:val="005036C6"/>
    <w:rsid w:val="005072D0"/>
    <w:rsid w:val="00515F21"/>
    <w:rsid w:val="00525CF0"/>
    <w:rsid w:val="00550DBE"/>
    <w:rsid w:val="00551C66"/>
    <w:rsid w:val="00571438"/>
    <w:rsid w:val="00587B1F"/>
    <w:rsid w:val="005932FB"/>
    <w:rsid w:val="005B19AE"/>
    <w:rsid w:val="005B357F"/>
    <w:rsid w:val="005B731F"/>
    <w:rsid w:val="005C1C07"/>
    <w:rsid w:val="005D1AFB"/>
    <w:rsid w:val="005D1C47"/>
    <w:rsid w:val="005E53DD"/>
    <w:rsid w:val="005E549B"/>
    <w:rsid w:val="005E7742"/>
    <w:rsid w:val="00605132"/>
    <w:rsid w:val="006062BE"/>
    <w:rsid w:val="006142FA"/>
    <w:rsid w:val="00623299"/>
    <w:rsid w:val="00627443"/>
    <w:rsid w:val="00652C9E"/>
    <w:rsid w:val="00654B05"/>
    <w:rsid w:val="00654DA4"/>
    <w:rsid w:val="0066242E"/>
    <w:rsid w:val="00670271"/>
    <w:rsid w:val="006976B1"/>
    <w:rsid w:val="006E3749"/>
    <w:rsid w:val="006E6DA9"/>
    <w:rsid w:val="006F338D"/>
    <w:rsid w:val="006F5899"/>
    <w:rsid w:val="00716A85"/>
    <w:rsid w:val="007278D1"/>
    <w:rsid w:val="0073438E"/>
    <w:rsid w:val="00737FDC"/>
    <w:rsid w:val="00755E15"/>
    <w:rsid w:val="007560B5"/>
    <w:rsid w:val="0077185D"/>
    <w:rsid w:val="00783F6C"/>
    <w:rsid w:val="00791BF3"/>
    <w:rsid w:val="007A12EA"/>
    <w:rsid w:val="007A206F"/>
    <w:rsid w:val="007B1357"/>
    <w:rsid w:val="007B782B"/>
    <w:rsid w:val="007D5097"/>
    <w:rsid w:val="007D661F"/>
    <w:rsid w:val="007F3DD9"/>
    <w:rsid w:val="008068A3"/>
    <w:rsid w:val="0080728D"/>
    <w:rsid w:val="00843BBF"/>
    <w:rsid w:val="008516D0"/>
    <w:rsid w:val="008535A4"/>
    <w:rsid w:val="00864A96"/>
    <w:rsid w:val="00892AA9"/>
    <w:rsid w:val="008B3617"/>
    <w:rsid w:val="008D4D64"/>
    <w:rsid w:val="008E341A"/>
    <w:rsid w:val="008F0981"/>
    <w:rsid w:val="008F5415"/>
    <w:rsid w:val="00903812"/>
    <w:rsid w:val="00910CFC"/>
    <w:rsid w:val="00917E7E"/>
    <w:rsid w:val="00933F1E"/>
    <w:rsid w:val="009514EB"/>
    <w:rsid w:val="00954BC1"/>
    <w:rsid w:val="009617A3"/>
    <w:rsid w:val="00982903"/>
    <w:rsid w:val="009948D3"/>
    <w:rsid w:val="00995CF6"/>
    <w:rsid w:val="009A59AF"/>
    <w:rsid w:val="009B6D72"/>
    <w:rsid w:val="009C6AE3"/>
    <w:rsid w:val="009D6776"/>
    <w:rsid w:val="00A12F88"/>
    <w:rsid w:val="00A2022A"/>
    <w:rsid w:val="00A44DCD"/>
    <w:rsid w:val="00A50099"/>
    <w:rsid w:val="00A75EF0"/>
    <w:rsid w:val="00A91BBE"/>
    <w:rsid w:val="00A930FC"/>
    <w:rsid w:val="00AC3738"/>
    <w:rsid w:val="00AF10D1"/>
    <w:rsid w:val="00AF669B"/>
    <w:rsid w:val="00B0786F"/>
    <w:rsid w:val="00B07890"/>
    <w:rsid w:val="00B43A61"/>
    <w:rsid w:val="00B46D7A"/>
    <w:rsid w:val="00B60D49"/>
    <w:rsid w:val="00B61591"/>
    <w:rsid w:val="00B66DFF"/>
    <w:rsid w:val="00B71CEE"/>
    <w:rsid w:val="00B7258B"/>
    <w:rsid w:val="00B7613F"/>
    <w:rsid w:val="00B764CC"/>
    <w:rsid w:val="00B86285"/>
    <w:rsid w:val="00B86AE8"/>
    <w:rsid w:val="00B934C4"/>
    <w:rsid w:val="00B94A5C"/>
    <w:rsid w:val="00B9533D"/>
    <w:rsid w:val="00BB7CE6"/>
    <w:rsid w:val="00BC2AFB"/>
    <w:rsid w:val="00BE40CF"/>
    <w:rsid w:val="00BE456E"/>
    <w:rsid w:val="00BE5533"/>
    <w:rsid w:val="00BE68CB"/>
    <w:rsid w:val="00BF1C12"/>
    <w:rsid w:val="00C00F0E"/>
    <w:rsid w:val="00C07A19"/>
    <w:rsid w:val="00C32B95"/>
    <w:rsid w:val="00C43A1C"/>
    <w:rsid w:val="00C501D1"/>
    <w:rsid w:val="00C80DF3"/>
    <w:rsid w:val="00C817CF"/>
    <w:rsid w:val="00C8535F"/>
    <w:rsid w:val="00C91586"/>
    <w:rsid w:val="00C97AA3"/>
    <w:rsid w:val="00CA05B6"/>
    <w:rsid w:val="00CA3F56"/>
    <w:rsid w:val="00CC3EAE"/>
    <w:rsid w:val="00CD39E8"/>
    <w:rsid w:val="00CD73E5"/>
    <w:rsid w:val="00D12331"/>
    <w:rsid w:val="00D163FD"/>
    <w:rsid w:val="00D16CC6"/>
    <w:rsid w:val="00D41F08"/>
    <w:rsid w:val="00D46959"/>
    <w:rsid w:val="00D5453C"/>
    <w:rsid w:val="00D6625C"/>
    <w:rsid w:val="00D6701B"/>
    <w:rsid w:val="00D81064"/>
    <w:rsid w:val="00D847DB"/>
    <w:rsid w:val="00D85317"/>
    <w:rsid w:val="00D85F29"/>
    <w:rsid w:val="00D913DF"/>
    <w:rsid w:val="00DB083F"/>
    <w:rsid w:val="00DB2B9D"/>
    <w:rsid w:val="00DC6DBD"/>
    <w:rsid w:val="00DD2242"/>
    <w:rsid w:val="00DD62AC"/>
    <w:rsid w:val="00DF096D"/>
    <w:rsid w:val="00E03B2B"/>
    <w:rsid w:val="00E16849"/>
    <w:rsid w:val="00E53104"/>
    <w:rsid w:val="00E62527"/>
    <w:rsid w:val="00E67D6B"/>
    <w:rsid w:val="00E749D1"/>
    <w:rsid w:val="00EA256A"/>
    <w:rsid w:val="00EB3849"/>
    <w:rsid w:val="00EC73F8"/>
    <w:rsid w:val="00ED6576"/>
    <w:rsid w:val="00EF24E0"/>
    <w:rsid w:val="00F02DCA"/>
    <w:rsid w:val="00F03085"/>
    <w:rsid w:val="00F22772"/>
    <w:rsid w:val="00F264ED"/>
    <w:rsid w:val="00F27E9C"/>
    <w:rsid w:val="00F301EE"/>
    <w:rsid w:val="00F3139B"/>
    <w:rsid w:val="00F54F33"/>
    <w:rsid w:val="00F964A6"/>
    <w:rsid w:val="00FA25BE"/>
    <w:rsid w:val="00FB6E2C"/>
    <w:rsid w:val="00FD10C7"/>
    <w:rsid w:val="00FE120B"/>
    <w:rsid w:val="00FE1945"/>
    <w:rsid w:val="00FF0D42"/>
    <w:rsid w:val="00FF289D"/>
    <w:rsid w:val="00FF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2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242B6"/>
    <w:pPr>
      <w:keepNext/>
      <w:jc w:val="center"/>
      <w:outlineLvl w:val="0"/>
    </w:pPr>
    <w:rPr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242B6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63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242B6"/>
    <w:pPr>
      <w:keepNext/>
      <w:outlineLvl w:val="6"/>
    </w:pPr>
    <w:rPr>
      <w:rFonts w:ascii="Arial" w:hAnsi="Arial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242B6"/>
    <w:pPr>
      <w:keepNext/>
      <w:jc w:val="center"/>
      <w:outlineLvl w:val="7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52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52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63FD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52D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52D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242B6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7B752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0242B6"/>
    <w:pPr>
      <w:jc w:val="center"/>
    </w:pPr>
    <w:rPr>
      <w:b/>
      <w:sz w:val="3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7B752D"/>
    <w:rPr>
      <w:rFonts w:asciiTheme="majorHAnsi" w:eastAsiaTheme="majorEastAsia" w:hAnsiTheme="majorHAnsi" w:cstheme="majorBid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242B6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752D"/>
    <w:rPr>
      <w:sz w:val="24"/>
      <w:szCs w:val="24"/>
    </w:rPr>
  </w:style>
  <w:style w:type="table" w:styleId="TableGrid">
    <w:name w:val="Table Grid"/>
    <w:basedOn w:val="TableNormal"/>
    <w:uiPriority w:val="99"/>
    <w:rsid w:val="00D41F0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7D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137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7D9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7D509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D5097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791B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91BF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D163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D163FD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A12F88"/>
    <w:pPr>
      <w:ind w:left="720"/>
      <w:contextualSpacing/>
    </w:pPr>
  </w:style>
  <w:style w:type="paragraph" w:customStyle="1" w:styleId="ConsPlusTitle">
    <w:name w:val="ConsPlusTitle"/>
    <w:uiPriority w:val="99"/>
    <w:rsid w:val="005B357F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181</Words>
  <Characters>1034</Characters>
  <Application>Microsoft Office Outlook</Application>
  <DocSecurity>0</DocSecurity>
  <Lines>0</Lines>
  <Paragraphs>0</Paragraphs>
  <ScaleCrop>false</ScaleCrop>
  <Company>transport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marina</dc:creator>
  <cp:keywords/>
  <dc:description/>
  <cp:lastModifiedBy>пользователь</cp:lastModifiedBy>
  <cp:revision>5</cp:revision>
  <cp:lastPrinted>2010-05-26T12:43:00Z</cp:lastPrinted>
  <dcterms:created xsi:type="dcterms:W3CDTF">2010-05-26T12:42:00Z</dcterms:created>
  <dcterms:modified xsi:type="dcterms:W3CDTF">2010-07-02T03:24:00Z</dcterms:modified>
</cp:coreProperties>
</file>